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BF4D4" w14:textId="04BA4620" w:rsidR="004D36D7" w:rsidRPr="00FD4A68" w:rsidRDefault="003E29D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7C91FA58473B4D1F891F8E68C8479AF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81F47">
            <w:t>Packet Tracer - Configure Server-based A</w:t>
          </w:r>
          <w:r w:rsidR="00571E1C">
            <w:t>uthentication</w:t>
          </w:r>
          <w:r w:rsidR="00D81F47">
            <w:t xml:space="preserve"> with TACACS and RADIUS</w:t>
          </w:r>
        </w:sdtContent>
      </w:sdt>
    </w:p>
    <w:p w14:paraId="5DF0EE0B" w14:textId="77777777" w:rsidR="00D81F47" w:rsidRPr="00BB73FF" w:rsidRDefault="00D81F47" w:rsidP="00C073E4">
      <w:pPr>
        <w:pStyle w:val="Heading1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1845"/>
        <w:gridCol w:w="1620"/>
        <w:gridCol w:w="1530"/>
        <w:gridCol w:w="1800"/>
        <w:gridCol w:w="1800"/>
        <w:gridCol w:w="1395"/>
      </w:tblGrid>
      <w:tr w:rsidR="00D81F47" w14:paraId="1A5005B0" w14:textId="77777777" w:rsidTr="006E3E3A">
        <w:trPr>
          <w:cantSplit/>
          <w:tblHeader/>
          <w:jc w:val="center"/>
        </w:trPr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EE8F7DB" w14:textId="77777777" w:rsidR="00D81F47" w:rsidRPr="00E87D62" w:rsidRDefault="00D81F47" w:rsidP="006E3E3A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A7980EC" w14:textId="77777777" w:rsidR="00D81F47" w:rsidRPr="00E87D62" w:rsidRDefault="00D81F47" w:rsidP="006E3E3A">
            <w:pPr>
              <w:pStyle w:val="TableHeading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253BB05" w14:textId="77777777" w:rsidR="00D81F47" w:rsidRPr="00E87D62" w:rsidRDefault="00D81F47" w:rsidP="006E3E3A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13A8E20" w14:textId="77777777" w:rsidR="00D81F47" w:rsidRPr="00E87D62" w:rsidRDefault="00D81F47" w:rsidP="006E3E3A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E6B3D43" w14:textId="77777777" w:rsidR="00D81F47" w:rsidRPr="00E87D62" w:rsidRDefault="00D81F47" w:rsidP="006E3E3A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31A12CD" w14:textId="77777777" w:rsidR="00D81F47" w:rsidRPr="00E87D62" w:rsidRDefault="00D81F47" w:rsidP="006E3E3A">
            <w:pPr>
              <w:pStyle w:val="TableHeading"/>
            </w:pPr>
            <w:r>
              <w:t>Switch Port</w:t>
            </w:r>
          </w:p>
        </w:tc>
      </w:tr>
      <w:tr w:rsidR="00D81F47" w14:paraId="79664D56" w14:textId="77777777" w:rsidTr="006E3E3A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0AF6E1CC" w14:textId="77777777" w:rsidR="00D81F47" w:rsidRPr="00E87D62" w:rsidRDefault="00D81F47" w:rsidP="007C6E9B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14:paraId="3C4103B6" w14:textId="77777777" w:rsidR="00D81F47" w:rsidRPr="00E87D62" w:rsidRDefault="00D81F47" w:rsidP="007C6E9B">
            <w:pPr>
              <w:pStyle w:val="TableText"/>
            </w:pPr>
            <w:r>
              <w:t>G0/1</w:t>
            </w:r>
          </w:p>
        </w:tc>
        <w:tc>
          <w:tcPr>
            <w:tcW w:w="1530" w:type="dxa"/>
            <w:vAlign w:val="bottom"/>
          </w:tcPr>
          <w:p w14:paraId="2538243A" w14:textId="77777777" w:rsidR="00D81F47" w:rsidRPr="00E87D62" w:rsidRDefault="00D81F47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14:paraId="75D28701" w14:textId="77777777" w:rsidR="00D81F47" w:rsidRPr="00E87D62" w:rsidRDefault="00D81F4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28922B93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0A9E63C6" w14:textId="77777777" w:rsidR="00D81F47" w:rsidRPr="00E87D62" w:rsidRDefault="00D81F47" w:rsidP="007C6E9B">
            <w:pPr>
              <w:pStyle w:val="TableText"/>
            </w:pPr>
            <w:r>
              <w:t>S1 F0/1</w:t>
            </w:r>
          </w:p>
        </w:tc>
      </w:tr>
      <w:tr w:rsidR="00D81F47" w14:paraId="0E02A2E5" w14:textId="77777777" w:rsidTr="006E3E3A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64B1D51A" w14:textId="4FCA5AF5" w:rsidR="00D81F47" w:rsidRPr="00E87D62" w:rsidRDefault="006E3E3A" w:rsidP="006E3E3A">
            <w:pPr>
              <w:pStyle w:val="ConfigWindow"/>
            </w:pPr>
            <w:r>
              <w:t>R1</w:t>
            </w:r>
          </w:p>
        </w:tc>
        <w:tc>
          <w:tcPr>
            <w:tcW w:w="1620" w:type="dxa"/>
            <w:vAlign w:val="bottom"/>
          </w:tcPr>
          <w:p w14:paraId="15491FD6" w14:textId="77777777" w:rsidR="00D81F47" w:rsidRPr="00E87D62" w:rsidRDefault="00D81F47" w:rsidP="007C6E9B">
            <w:pPr>
              <w:pStyle w:val="TableText"/>
            </w:pPr>
            <w:r w:rsidRPr="00E87D62">
              <w:t>S0/0/0 (DCE)</w:t>
            </w:r>
          </w:p>
        </w:tc>
        <w:tc>
          <w:tcPr>
            <w:tcW w:w="1530" w:type="dxa"/>
            <w:vAlign w:val="bottom"/>
          </w:tcPr>
          <w:p w14:paraId="315722F8" w14:textId="77777777" w:rsidR="00D81F47" w:rsidRPr="00E87D62" w:rsidRDefault="00D81F47" w:rsidP="007C6E9B">
            <w:pPr>
              <w:pStyle w:val="TableText"/>
            </w:pPr>
            <w:r w:rsidRPr="00E87D62">
              <w:t>10.1.1.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76E54FD8" w14:textId="77777777" w:rsidR="00D81F47" w:rsidRPr="00E87D62" w:rsidRDefault="00D81F4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563503CF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4ADFFD3B" w14:textId="77777777" w:rsidR="00D81F47" w:rsidRPr="00E87D62" w:rsidRDefault="00D81F47" w:rsidP="007C6E9B">
            <w:pPr>
              <w:pStyle w:val="TableText"/>
            </w:pPr>
            <w:r>
              <w:t>N/A</w:t>
            </w:r>
          </w:p>
        </w:tc>
      </w:tr>
      <w:tr w:rsidR="00D81F47" w14:paraId="5ECD1D4E" w14:textId="77777777" w:rsidTr="006E3E3A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162FD23B" w14:textId="77777777" w:rsidR="00D81F47" w:rsidRPr="00E87D62" w:rsidRDefault="00D81F47" w:rsidP="007C6E9B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14:paraId="43A0ED43" w14:textId="77777777" w:rsidR="00D81F47" w:rsidRPr="00E87D62" w:rsidRDefault="00D81F47" w:rsidP="007C6E9B">
            <w:pPr>
              <w:pStyle w:val="TableText"/>
            </w:pPr>
            <w:r>
              <w:t>G0/0</w:t>
            </w:r>
          </w:p>
        </w:tc>
        <w:tc>
          <w:tcPr>
            <w:tcW w:w="1530" w:type="dxa"/>
            <w:vAlign w:val="bottom"/>
          </w:tcPr>
          <w:p w14:paraId="0FBAF64A" w14:textId="77777777" w:rsidR="00D81F47" w:rsidRPr="00E87D62" w:rsidRDefault="00D81F47" w:rsidP="007C6E9B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  <w:vAlign w:val="bottom"/>
          </w:tcPr>
          <w:p w14:paraId="12872B49" w14:textId="77777777" w:rsidR="00D81F47" w:rsidRPr="00E87D62" w:rsidRDefault="00D81F4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66943E0C" w14:textId="77777777" w:rsidR="00D81F47" w:rsidRPr="00E87D62" w:rsidRDefault="00D81F47" w:rsidP="007C6E9B">
            <w:pPr>
              <w:pStyle w:val="TableText"/>
            </w:pPr>
            <w:r>
              <w:t>N/A</w:t>
            </w:r>
          </w:p>
        </w:tc>
        <w:tc>
          <w:tcPr>
            <w:tcW w:w="1395" w:type="dxa"/>
          </w:tcPr>
          <w:p w14:paraId="601D4AD8" w14:textId="77777777" w:rsidR="00D81F47" w:rsidRDefault="00D81F47" w:rsidP="007C6E9B">
            <w:pPr>
              <w:pStyle w:val="TableText"/>
            </w:pPr>
            <w:r>
              <w:t>S2 F0/2</w:t>
            </w:r>
          </w:p>
        </w:tc>
      </w:tr>
      <w:tr w:rsidR="00D81F47" w14:paraId="7B78731F" w14:textId="77777777" w:rsidTr="006E3E3A">
        <w:trPr>
          <w:cantSplit/>
          <w:jc w:val="center"/>
        </w:trPr>
        <w:tc>
          <w:tcPr>
            <w:tcW w:w="1845" w:type="dxa"/>
            <w:tcBorders>
              <w:top w:val="nil"/>
              <w:bottom w:val="nil"/>
            </w:tcBorders>
            <w:vAlign w:val="center"/>
          </w:tcPr>
          <w:p w14:paraId="7DEA1532" w14:textId="1913817C" w:rsidR="00D81F47" w:rsidRPr="00E87D62" w:rsidRDefault="006E3E3A" w:rsidP="006E3E3A">
            <w:pPr>
              <w:pStyle w:val="ConfigWindow"/>
            </w:pPr>
            <w:r>
              <w:t>R2</w:t>
            </w:r>
          </w:p>
        </w:tc>
        <w:tc>
          <w:tcPr>
            <w:tcW w:w="1620" w:type="dxa"/>
            <w:vAlign w:val="bottom"/>
          </w:tcPr>
          <w:p w14:paraId="183C1388" w14:textId="77777777" w:rsidR="00D81F47" w:rsidRPr="00E87D62" w:rsidRDefault="00D81F47" w:rsidP="007C6E9B">
            <w:pPr>
              <w:pStyle w:val="TableText"/>
            </w:pPr>
            <w:r w:rsidRPr="00E87D62">
              <w:t>S0/0/0</w:t>
            </w:r>
          </w:p>
        </w:tc>
        <w:tc>
          <w:tcPr>
            <w:tcW w:w="1530" w:type="dxa"/>
            <w:vAlign w:val="bottom"/>
          </w:tcPr>
          <w:p w14:paraId="53C5FF54" w14:textId="77777777" w:rsidR="00D81F47" w:rsidRPr="00E87D62" w:rsidRDefault="00D81F47" w:rsidP="007C6E9B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6DE118D2" w14:textId="77777777" w:rsidR="00D81F47" w:rsidRPr="00E87D62" w:rsidRDefault="00D81F4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6F823249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70D0206A" w14:textId="77777777" w:rsidR="00D81F47" w:rsidRPr="00E87D62" w:rsidRDefault="00D81F47" w:rsidP="007C6E9B">
            <w:pPr>
              <w:pStyle w:val="TableText"/>
            </w:pPr>
            <w:r>
              <w:t>N/A</w:t>
            </w:r>
          </w:p>
        </w:tc>
      </w:tr>
      <w:tr w:rsidR="00D81F47" w14:paraId="72E79377" w14:textId="77777777" w:rsidTr="006E3E3A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56E56CC3" w14:textId="7205BCF7" w:rsidR="00D81F47" w:rsidRPr="00E87D62" w:rsidRDefault="006E3E3A" w:rsidP="006E3E3A">
            <w:pPr>
              <w:pStyle w:val="ConfigWindow"/>
            </w:pPr>
            <w:r>
              <w:t>R2</w:t>
            </w:r>
          </w:p>
        </w:tc>
        <w:tc>
          <w:tcPr>
            <w:tcW w:w="1620" w:type="dxa"/>
            <w:vAlign w:val="bottom"/>
          </w:tcPr>
          <w:p w14:paraId="3A8A6276" w14:textId="77777777" w:rsidR="00D81F47" w:rsidRPr="00E87D62" w:rsidRDefault="00D81F47" w:rsidP="007C6E9B">
            <w:pPr>
              <w:pStyle w:val="TableText"/>
            </w:pPr>
            <w:r w:rsidRPr="00E87D62">
              <w:t>S0/0/1 (DCE)</w:t>
            </w:r>
          </w:p>
        </w:tc>
        <w:tc>
          <w:tcPr>
            <w:tcW w:w="1530" w:type="dxa"/>
            <w:vAlign w:val="bottom"/>
          </w:tcPr>
          <w:p w14:paraId="69F018BD" w14:textId="77777777" w:rsidR="00D81F47" w:rsidRPr="00E87D62" w:rsidRDefault="00D81F47" w:rsidP="007C6E9B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3AF1FCA0" w14:textId="77777777" w:rsidR="00D81F47" w:rsidRPr="00E87D62" w:rsidRDefault="00D81F4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70756A87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6384A62A" w14:textId="77777777" w:rsidR="00D81F47" w:rsidRPr="00E87D62" w:rsidRDefault="00D81F47" w:rsidP="007C6E9B">
            <w:pPr>
              <w:pStyle w:val="TableText"/>
            </w:pPr>
            <w:r>
              <w:t>N/A</w:t>
            </w:r>
          </w:p>
        </w:tc>
      </w:tr>
      <w:tr w:rsidR="00D81F47" w14:paraId="7DE97643" w14:textId="77777777" w:rsidTr="006E3E3A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39111FE3" w14:textId="77777777" w:rsidR="00D81F47" w:rsidRPr="00E87D62" w:rsidRDefault="00D81F47" w:rsidP="007C6E9B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14:paraId="6101116B" w14:textId="77777777" w:rsidR="00D81F47" w:rsidRPr="00E87D62" w:rsidRDefault="00D81F47" w:rsidP="007C6E9B">
            <w:pPr>
              <w:pStyle w:val="TableText"/>
            </w:pPr>
            <w:r>
              <w:t>G</w:t>
            </w:r>
            <w:r w:rsidRPr="00E87D62">
              <w:t>0/</w:t>
            </w:r>
            <w:r>
              <w:t>1</w:t>
            </w:r>
          </w:p>
        </w:tc>
        <w:tc>
          <w:tcPr>
            <w:tcW w:w="1530" w:type="dxa"/>
            <w:vAlign w:val="bottom"/>
          </w:tcPr>
          <w:p w14:paraId="01061A6E" w14:textId="77777777" w:rsidR="00D81F47" w:rsidRPr="00E87D62" w:rsidRDefault="00D81F47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14:paraId="6230984B" w14:textId="77777777" w:rsidR="00D81F47" w:rsidRPr="00E87D62" w:rsidRDefault="00D81F4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7D4F6723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6A34929D" w14:textId="77777777" w:rsidR="00D81F47" w:rsidRPr="00E87D62" w:rsidRDefault="00D81F47" w:rsidP="007C6E9B">
            <w:pPr>
              <w:pStyle w:val="TableText"/>
            </w:pPr>
            <w:r>
              <w:t>S3 F0/5</w:t>
            </w:r>
          </w:p>
        </w:tc>
      </w:tr>
      <w:tr w:rsidR="00D81F47" w14:paraId="626FCAF7" w14:textId="77777777" w:rsidTr="006E3E3A">
        <w:trPr>
          <w:cantSplit/>
          <w:jc w:val="center"/>
        </w:trPr>
        <w:tc>
          <w:tcPr>
            <w:tcW w:w="1845" w:type="dxa"/>
            <w:tcBorders>
              <w:top w:val="nil"/>
            </w:tcBorders>
            <w:vAlign w:val="bottom"/>
          </w:tcPr>
          <w:p w14:paraId="006AD165" w14:textId="578618F4" w:rsidR="00D81F47" w:rsidRPr="00E87D62" w:rsidRDefault="006E3E3A" w:rsidP="006E3E3A">
            <w:pPr>
              <w:pStyle w:val="ConfigWindow"/>
            </w:pPr>
            <w:r>
              <w:t>R3</w:t>
            </w:r>
          </w:p>
        </w:tc>
        <w:tc>
          <w:tcPr>
            <w:tcW w:w="1620" w:type="dxa"/>
            <w:vAlign w:val="bottom"/>
          </w:tcPr>
          <w:p w14:paraId="1CEFB648" w14:textId="77777777" w:rsidR="00D81F47" w:rsidRPr="00E87D62" w:rsidRDefault="00D81F47" w:rsidP="007C6E9B">
            <w:pPr>
              <w:pStyle w:val="TableText"/>
            </w:pPr>
            <w:r>
              <w:t>S0/0/1</w:t>
            </w:r>
          </w:p>
        </w:tc>
        <w:tc>
          <w:tcPr>
            <w:tcW w:w="1530" w:type="dxa"/>
            <w:vAlign w:val="bottom"/>
          </w:tcPr>
          <w:p w14:paraId="3330B08A" w14:textId="77777777" w:rsidR="00D81F47" w:rsidRPr="00E87D62" w:rsidRDefault="00D81F47" w:rsidP="007C6E9B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6DF16EF1" w14:textId="77777777" w:rsidR="00D81F47" w:rsidRPr="00E87D62" w:rsidRDefault="00D81F4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6239FCB6" w14:textId="77777777" w:rsidR="00D81F47" w:rsidRPr="00E87D62" w:rsidRDefault="00D81F4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65A0BC97" w14:textId="77777777" w:rsidR="00D81F47" w:rsidRPr="00E87D62" w:rsidRDefault="00D81F47" w:rsidP="007C6E9B">
            <w:pPr>
              <w:pStyle w:val="TableText"/>
            </w:pPr>
            <w:r>
              <w:t>N/A</w:t>
            </w:r>
          </w:p>
        </w:tc>
      </w:tr>
      <w:tr w:rsidR="00D81F47" w14:paraId="7BBE5174" w14:textId="77777777" w:rsidTr="007C6E9B">
        <w:trPr>
          <w:cantSplit/>
          <w:jc w:val="center"/>
        </w:trPr>
        <w:tc>
          <w:tcPr>
            <w:tcW w:w="1845" w:type="dxa"/>
            <w:vAlign w:val="bottom"/>
          </w:tcPr>
          <w:p w14:paraId="75CA44F6" w14:textId="77777777" w:rsidR="00D81F47" w:rsidRPr="00E87D62" w:rsidRDefault="00D81F47" w:rsidP="007C6E9B">
            <w:pPr>
              <w:pStyle w:val="TableText"/>
            </w:pPr>
            <w:r>
              <w:t>TACACS+ Server</w:t>
            </w:r>
          </w:p>
        </w:tc>
        <w:tc>
          <w:tcPr>
            <w:tcW w:w="1620" w:type="dxa"/>
            <w:vAlign w:val="bottom"/>
          </w:tcPr>
          <w:p w14:paraId="6BC48C66" w14:textId="77777777" w:rsidR="00D81F47" w:rsidRPr="00E87D62" w:rsidRDefault="00D81F47" w:rsidP="007C6E9B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6E4B08C8" w14:textId="77777777" w:rsidR="00D81F47" w:rsidRPr="00E87D62" w:rsidRDefault="00D81F47" w:rsidP="007C6E9B">
            <w:pPr>
              <w:pStyle w:val="TableText"/>
            </w:pPr>
            <w:r>
              <w:t>192.168.2.2</w:t>
            </w:r>
          </w:p>
        </w:tc>
        <w:tc>
          <w:tcPr>
            <w:tcW w:w="1800" w:type="dxa"/>
            <w:vAlign w:val="bottom"/>
          </w:tcPr>
          <w:p w14:paraId="4F9CD7DE" w14:textId="77777777" w:rsidR="00D81F47" w:rsidRPr="00E87D62" w:rsidRDefault="00D81F4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4F123930" w14:textId="77777777" w:rsidR="00D81F47" w:rsidRPr="00E87D62" w:rsidRDefault="00D81F47" w:rsidP="007C6E9B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14:paraId="0928C29A" w14:textId="77777777" w:rsidR="00D81F47" w:rsidRDefault="00D81F47" w:rsidP="007C6E9B">
            <w:pPr>
              <w:pStyle w:val="TableText"/>
            </w:pPr>
            <w:r>
              <w:t>S2 F0/6</w:t>
            </w:r>
          </w:p>
        </w:tc>
      </w:tr>
      <w:tr w:rsidR="00D81F47" w14:paraId="77D66CCE" w14:textId="77777777" w:rsidTr="007C6E9B">
        <w:trPr>
          <w:cantSplit/>
          <w:jc w:val="center"/>
        </w:trPr>
        <w:tc>
          <w:tcPr>
            <w:tcW w:w="1845" w:type="dxa"/>
            <w:vAlign w:val="bottom"/>
          </w:tcPr>
          <w:p w14:paraId="4F47C23B" w14:textId="77777777" w:rsidR="00D81F47" w:rsidRPr="00E87D62" w:rsidRDefault="00D81F47" w:rsidP="007C6E9B">
            <w:pPr>
              <w:pStyle w:val="TableText"/>
            </w:pPr>
            <w:r>
              <w:t>RADIUS Server</w:t>
            </w:r>
          </w:p>
        </w:tc>
        <w:tc>
          <w:tcPr>
            <w:tcW w:w="1620" w:type="dxa"/>
            <w:vAlign w:val="bottom"/>
          </w:tcPr>
          <w:p w14:paraId="0EF32B47" w14:textId="77777777" w:rsidR="00D81F47" w:rsidRPr="00E87D62" w:rsidRDefault="00D81F47" w:rsidP="007C6E9B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21CFEE1B" w14:textId="77777777" w:rsidR="00D81F47" w:rsidRPr="00E87D62" w:rsidRDefault="00D81F47" w:rsidP="007C6E9B">
            <w:pPr>
              <w:pStyle w:val="TableText"/>
            </w:pPr>
            <w:r>
              <w:t>192.168.3.2</w:t>
            </w:r>
          </w:p>
        </w:tc>
        <w:tc>
          <w:tcPr>
            <w:tcW w:w="1800" w:type="dxa"/>
            <w:vAlign w:val="bottom"/>
          </w:tcPr>
          <w:p w14:paraId="40EE34D6" w14:textId="77777777" w:rsidR="00D81F47" w:rsidRPr="00E87D62" w:rsidRDefault="00D81F4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0D6DC3F9" w14:textId="77777777" w:rsidR="00D81F47" w:rsidRPr="00E87D62" w:rsidRDefault="00D81F47" w:rsidP="007C6E9B">
            <w:pPr>
              <w:pStyle w:val="TableText"/>
            </w:pPr>
            <w:r>
              <w:t>192.168.3.1</w:t>
            </w:r>
          </w:p>
        </w:tc>
        <w:tc>
          <w:tcPr>
            <w:tcW w:w="1395" w:type="dxa"/>
          </w:tcPr>
          <w:p w14:paraId="4703CCD9" w14:textId="77777777" w:rsidR="00D81F47" w:rsidRDefault="00D81F47" w:rsidP="007C6E9B">
            <w:pPr>
              <w:pStyle w:val="TableText"/>
            </w:pPr>
            <w:r>
              <w:t>S3 F0/1</w:t>
            </w:r>
          </w:p>
        </w:tc>
      </w:tr>
      <w:tr w:rsidR="00D81F47" w14:paraId="5462C54B" w14:textId="77777777" w:rsidTr="007C6E9B">
        <w:trPr>
          <w:cantSplit/>
          <w:jc w:val="center"/>
        </w:trPr>
        <w:tc>
          <w:tcPr>
            <w:tcW w:w="1845" w:type="dxa"/>
            <w:vAlign w:val="bottom"/>
          </w:tcPr>
          <w:p w14:paraId="78192214" w14:textId="77777777" w:rsidR="00D81F47" w:rsidRPr="00E87D62" w:rsidRDefault="00D81F47" w:rsidP="007C6E9B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14:paraId="773D5438" w14:textId="77777777" w:rsidR="00D81F47" w:rsidRPr="00E87D62" w:rsidRDefault="00D81F47" w:rsidP="007C6E9B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06D4EB66" w14:textId="77777777" w:rsidR="00D81F47" w:rsidRPr="00E87D62" w:rsidRDefault="00D81F47" w:rsidP="007C6E9B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14:paraId="31574FB1" w14:textId="77777777" w:rsidR="00D81F47" w:rsidRPr="00E87D62" w:rsidRDefault="00D81F4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7D991682" w14:textId="77777777" w:rsidR="00D81F47" w:rsidRPr="00E87D62" w:rsidRDefault="00D81F47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395" w:type="dxa"/>
          </w:tcPr>
          <w:p w14:paraId="750177ED" w14:textId="77777777" w:rsidR="00D81F47" w:rsidRPr="00E87D62" w:rsidRDefault="00D81F47" w:rsidP="007C6E9B">
            <w:pPr>
              <w:pStyle w:val="TableText"/>
            </w:pPr>
            <w:r>
              <w:t>S1 F0/2</w:t>
            </w:r>
          </w:p>
        </w:tc>
      </w:tr>
      <w:tr w:rsidR="00D81F47" w14:paraId="37CF1A77" w14:textId="77777777" w:rsidTr="007C6E9B">
        <w:trPr>
          <w:cantSplit/>
          <w:jc w:val="center"/>
        </w:trPr>
        <w:tc>
          <w:tcPr>
            <w:tcW w:w="1845" w:type="dxa"/>
            <w:vAlign w:val="bottom"/>
          </w:tcPr>
          <w:p w14:paraId="6C37B45F" w14:textId="77777777" w:rsidR="00D81F47" w:rsidRPr="00E87D62" w:rsidRDefault="00D81F47" w:rsidP="007C6E9B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14:paraId="300F9075" w14:textId="77777777" w:rsidR="00D81F47" w:rsidRPr="00E87D62" w:rsidRDefault="00D81F47" w:rsidP="007C6E9B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60259A5D" w14:textId="77777777" w:rsidR="00D81F47" w:rsidRPr="00E87D62" w:rsidRDefault="00D81F47" w:rsidP="007C6E9B">
            <w:pPr>
              <w:pStyle w:val="TableText"/>
            </w:pPr>
            <w:r>
              <w:t>192.168.2.3</w:t>
            </w:r>
          </w:p>
        </w:tc>
        <w:tc>
          <w:tcPr>
            <w:tcW w:w="1800" w:type="dxa"/>
            <w:vAlign w:val="bottom"/>
          </w:tcPr>
          <w:p w14:paraId="1D9FD507" w14:textId="77777777" w:rsidR="00D81F47" w:rsidRPr="00E87D62" w:rsidRDefault="00D81F4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17BC2EF5" w14:textId="77777777" w:rsidR="00D81F47" w:rsidRPr="00E87D62" w:rsidRDefault="00D81F47" w:rsidP="007C6E9B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14:paraId="2962366F" w14:textId="77777777" w:rsidR="00D81F47" w:rsidRDefault="00D81F47" w:rsidP="007C6E9B">
            <w:pPr>
              <w:pStyle w:val="TableText"/>
            </w:pPr>
            <w:r>
              <w:t>S2 F0/1</w:t>
            </w:r>
          </w:p>
        </w:tc>
      </w:tr>
      <w:tr w:rsidR="00D81F47" w14:paraId="523EFC8B" w14:textId="77777777" w:rsidTr="007C6E9B">
        <w:trPr>
          <w:cantSplit/>
          <w:jc w:val="center"/>
        </w:trPr>
        <w:tc>
          <w:tcPr>
            <w:tcW w:w="1845" w:type="dxa"/>
            <w:vAlign w:val="bottom"/>
          </w:tcPr>
          <w:p w14:paraId="1F370E6A" w14:textId="77777777" w:rsidR="00D81F47" w:rsidRPr="00E87D62" w:rsidRDefault="00D81F47" w:rsidP="007C6E9B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14:paraId="1E30C16A" w14:textId="77777777" w:rsidR="00D81F47" w:rsidRPr="00E87D62" w:rsidRDefault="00D81F47" w:rsidP="007C6E9B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4F78CF3B" w14:textId="77777777" w:rsidR="00D81F47" w:rsidRPr="00E87D62" w:rsidRDefault="00D81F47" w:rsidP="007C6E9B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14:paraId="68B2EE76" w14:textId="77777777" w:rsidR="00D81F47" w:rsidRPr="00E87D62" w:rsidRDefault="00D81F4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33731184" w14:textId="77777777" w:rsidR="00D81F47" w:rsidRPr="00E87D62" w:rsidRDefault="00D81F47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395" w:type="dxa"/>
          </w:tcPr>
          <w:p w14:paraId="6073B6F7" w14:textId="77777777" w:rsidR="00D81F47" w:rsidRPr="00E87D62" w:rsidRDefault="00D81F47" w:rsidP="007C6E9B">
            <w:pPr>
              <w:pStyle w:val="TableText"/>
            </w:pPr>
            <w:r>
              <w:t>S3 F0/18</w:t>
            </w:r>
          </w:p>
        </w:tc>
      </w:tr>
    </w:tbl>
    <w:p w14:paraId="6D2A9B16" w14:textId="77777777" w:rsidR="00AD7B23" w:rsidRDefault="00AD7B23" w:rsidP="00AD7B23">
      <w:pPr>
        <w:pStyle w:val="ConfigWindow"/>
      </w:pPr>
      <w:r>
        <w:t>Blank Line, No additional information</w:t>
      </w:r>
    </w:p>
    <w:p w14:paraId="556B4007" w14:textId="77777777" w:rsidR="00D81F47" w:rsidRPr="00BB73FF" w:rsidRDefault="00D81F47" w:rsidP="00C073E4">
      <w:pPr>
        <w:pStyle w:val="Heading1"/>
      </w:pPr>
      <w:r w:rsidRPr="00BB73FF">
        <w:t>Objective</w:t>
      </w:r>
      <w:r>
        <w:t>s</w:t>
      </w:r>
    </w:p>
    <w:p w14:paraId="5E625EB0" w14:textId="77777777" w:rsidR="00D81F47" w:rsidRDefault="00D81F47" w:rsidP="00D81F47">
      <w:pPr>
        <w:pStyle w:val="Bulletlevel1"/>
        <w:tabs>
          <w:tab w:val="num" w:pos="720"/>
        </w:tabs>
        <w:spacing w:before="60" w:after="60" w:line="276" w:lineRule="auto"/>
      </w:pPr>
      <w:r>
        <w:t>Configure server-based AAA authentication using TACACS+.</w:t>
      </w:r>
    </w:p>
    <w:p w14:paraId="7ED778F4" w14:textId="77777777" w:rsidR="00D81F47" w:rsidRPr="004A724D" w:rsidRDefault="00D81F47" w:rsidP="00D81F47">
      <w:pPr>
        <w:pStyle w:val="Bulletlevel1"/>
        <w:tabs>
          <w:tab w:val="num" w:pos="720"/>
        </w:tabs>
        <w:spacing w:before="60" w:after="60" w:line="276" w:lineRule="auto"/>
      </w:pPr>
      <w:r>
        <w:t>Verify server-based AAA authentication from the PC-B client.</w:t>
      </w:r>
    </w:p>
    <w:p w14:paraId="2B481284" w14:textId="77777777" w:rsidR="00D81F47" w:rsidRDefault="00D81F47" w:rsidP="00D81F47">
      <w:pPr>
        <w:pStyle w:val="Bulletlevel1"/>
        <w:tabs>
          <w:tab w:val="num" w:pos="720"/>
        </w:tabs>
        <w:spacing w:before="60" w:after="60" w:line="276" w:lineRule="auto"/>
      </w:pPr>
      <w:r>
        <w:t>Configure server-based AAA authentication using RADIUS.</w:t>
      </w:r>
    </w:p>
    <w:p w14:paraId="06FB1EC2" w14:textId="77777777" w:rsidR="00D81F47" w:rsidRPr="004A724D" w:rsidRDefault="00D81F47" w:rsidP="00D81F47">
      <w:pPr>
        <w:pStyle w:val="Bulletlevel1"/>
        <w:tabs>
          <w:tab w:val="num" w:pos="720"/>
        </w:tabs>
        <w:spacing w:before="60" w:after="60" w:line="276" w:lineRule="auto"/>
      </w:pPr>
      <w:r>
        <w:t>Verify server-based AAA authentication from the PC-C client.</w:t>
      </w:r>
    </w:p>
    <w:p w14:paraId="6AD7B2EB" w14:textId="77777777" w:rsidR="00D81F47" w:rsidRPr="008402F2" w:rsidRDefault="00D81F47" w:rsidP="00C073E4">
      <w:pPr>
        <w:pStyle w:val="Heading1"/>
      </w:pPr>
      <w:r w:rsidRPr="008402F2">
        <w:t>Background</w:t>
      </w:r>
      <w:r>
        <w:t xml:space="preserve"> / Scenario</w:t>
      </w:r>
    </w:p>
    <w:p w14:paraId="6FF7D548" w14:textId="77777777" w:rsidR="00D81F47" w:rsidRDefault="00D81F47" w:rsidP="007C6E9B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 w:rsidRPr="00534BD2">
        <w:t xml:space="preserve">The network topology shows </w:t>
      </w:r>
      <w:r>
        <w:t>routers R1, R2 and R3</w:t>
      </w:r>
      <w:r w:rsidRPr="00534BD2">
        <w:t xml:space="preserve">. </w:t>
      </w:r>
      <w:r>
        <w:t>Currently, all administrative security is based on knowledge of the enable secret password. Your task is to configure and test local and server-based AAA solutions.</w:t>
      </w:r>
    </w:p>
    <w:p w14:paraId="4FCE63FA" w14:textId="3F82675C" w:rsidR="00D81F47" w:rsidRDefault="00D81F47" w:rsidP="007C6E9B">
      <w:pPr>
        <w:pStyle w:val="BodyTextL25"/>
      </w:pPr>
      <w:r>
        <w:t xml:space="preserve">You will configure router R2 to support server-based authentication using the TACACS+ protocol. </w:t>
      </w:r>
      <w:r w:rsidRPr="000821BD">
        <w:t xml:space="preserve">The </w:t>
      </w:r>
      <w:r>
        <w:t xml:space="preserve">TACACS+ </w:t>
      </w:r>
      <w:r w:rsidRPr="000821BD">
        <w:t xml:space="preserve">server </w:t>
      </w:r>
      <w:r>
        <w:t xml:space="preserve">has been </w:t>
      </w:r>
      <w:r w:rsidRPr="000821BD">
        <w:t xml:space="preserve">pre-configured </w:t>
      </w:r>
      <w:r>
        <w:t xml:space="preserve">with </w:t>
      </w:r>
      <w:r w:rsidRPr="000821BD">
        <w:t>the following:</w:t>
      </w:r>
    </w:p>
    <w:p w14:paraId="3BDE5E4A" w14:textId="77777777" w:rsidR="00D81F47" w:rsidRDefault="00D81F47" w:rsidP="00665FC4">
      <w:pPr>
        <w:pStyle w:val="Bulletlevel2"/>
      </w:pPr>
      <w:r w:rsidRPr="009F0A68">
        <w:t>Client:</w:t>
      </w:r>
      <w:r>
        <w:t xml:space="preserve"> </w:t>
      </w:r>
      <w:r w:rsidRPr="009F0A68">
        <w:rPr>
          <w:b/>
        </w:rPr>
        <w:t>R2</w:t>
      </w:r>
      <w:r>
        <w:t xml:space="preserve"> using the keyword </w:t>
      </w:r>
      <w:r w:rsidRPr="00C777BB">
        <w:rPr>
          <w:b/>
        </w:rPr>
        <w:t>tacacspa55</w:t>
      </w:r>
    </w:p>
    <w:p w14:paraId="5CD40902" w14:textId="77777777" w:rsidR="00D81F47" w:rsidRDefault="00D81F47" w:rsidP="00665FC4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Admin2</w:t>
      </w:r>
      <w:r>
        <w:t xml:space="preserve"> and password </w:t>
      </w:r>
      <w:r>
        <w:rPr>
          <w:b/>
        </w:rPr>
        <w:t>admin2</w:t>
      </w:r>
      <w:r w:rsidRPr="00C777BB">
        <w:rPr>
          <w:b/>
        </w:rPr>
        <w:t>pa55</w:t>
      </w:r>
    </w:p>
    <w:p w14:paraId="4D6A808C" w14:textId="77777777" w:rsidR="00D81F47" w:rsidRDefault="00D81F47" w:rsidP="007C6E9B">
      <w:pPr>
        <w:pStyle w:val="BodyTextL25"/>
      </w:pPr>
      <w:r>
        <w:t xml:space="preserve">Finally, you will configure router R3 to support server-based authentication using the RADIUS protocol. </w:t>
      </w:r>
      <w:r w:rsidRPr="000821BD">
        <w:t xml:space="preserve">The </w:t>
      </w:r>
      <w:r>
        <w:t xml:space="preserve">RADIUS </w:t>
      </w:r>
      <w:r w:rsidRPr="000821BD">
        <w:t xml:space="preserve">server </w:t>
      </w:r>
      <w:r>
        <w:t xml:space="preserve">has been </w:t>
      </w:r>
      <w:r w:rsidRPr="000821BD">
        <w:t xml:space="preserve">pre-configured </w:t>
      </w:r>
      <w:r>
        <w:t xml:space="preserve">with </w:t>
      </w:r>
      <w:r w:rsidRPr="000821BD">
        <w:t>the following:</w:t>
      </w:r>
    </w:p>
    <w:p w14:paraId="09D24724" w14:textId="77777777" w:rsidR="00D81F47" w:rsidRDefault="00D81F47" w:rsidP="00665FC4">
      <w:pPr>
        <w:pStyle w:val="Bulletlevel2"/>
      </w:pPr>
      <w:r w:rsidRPr="009F0A68">
        <w:t>Client:</w:t>
      </w:r>
      <w:r>
        <w:t xml:space="preserve"> </w:t>
      </w:r>
      <w:r w:rsidRPr="009F0A68">
        <w:rPr>
          <w:b/>
        </w:rPr>
        <w:t>R</w:t>
      </w:r>
      <w:r>
        <w:rPr>
          <w:b/>
        </w:rPr>
        <w:t>3</w:t>
      </w:r>
      <w:r>
        <w:t xml:space="preserve"> using the keyword </w:t>
      </w:r>
      <w:r w:rsidRPr="00C777BB">
        <w:rPr>
          <w:b/>
        </w:rPr>
        <w:t>radiuspa55</w:t>
      </w:r>
    </w:p>
    <w:p w14:paraId="62FFE01B" w14:textId="77777777" w:rsidR="00D81F47" w:rsidRDefault="00D81F47" w:rsidP="00665FC4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</w:t>
      </w:r>
      <w:r>
        <w:rPr>
          <w:b/>
        </w:rPr>
        <w:t>3</w:t>
      </w:r>
      <w:r>
        <w:t xml:space="preserve"> and password </w:t>
      </w:r>
      <w:r>
        <w:rPr>
          <w:b/>
        </w:rPr>
        <w:t>admin3</w:t>
      </w:r>
      <w:r w:rsidRPr="00C777BB">
        <w:rPr>
          <w:b/>
        </w:rPr>
        <w:t>pa55</w:t>
      </w:r>
    </w:p>
    <w:p w14:paraId="0D455636" w14:textId="77777777" w:rsidR="00D81F47" w:rsidRPr="000821BD" w:rsidRDefault="00D81F47" w:rsidP="007C6E9B">
      <w:pPr>
        <w:pStyle w:val="BodyTextL25"/>
      </w:pPr>
      <w:r w:rsidRPr="000821BD">
        <w:t xml:space="preserve">The routers have </w:t>
      </w:r>
      <w:r>
        <w:t xml:space="preserve">also </w:t>
      </w:r>
      <w:r w:rsidRPr="000821BD">
        <w:t>been pre-configured with the following:</w:t>
      </w:r>
    </w:p>
    <w:p w14:paraId="38090665" w14:textId="77777777" w:rsidR="00D81F47" w:rsidRPr="002C4CFE" w:rsidRDefault="00D81F47" w:rsidP="00665FC4">
      <w:pPr>
        <w:pStyle w:val="Bulletlevel2"/>
      </w:pPr>
      <w:r w:rsidRPr="000821BD">
        <w:t xml:space="preserve">Enable </w:t>
      </w:r>
      <w:r>
        <w:t xml:space="preserve">secret </w:t>
      </w:r>
      <w:r w:rsidRPr="000821BD">
        <w:t xml:space="preserve">password: </w:t>
      </w:r>
      <w:r>
        <w:rPr>
          <w:b/>
        </w:rPr>
        <w:t>ciscoen</w:t>
      </w:r>
      <w:r w:rsidRPr="00C777BB">
        <w:rPr>
          <w:b/>
        </w:rPr>
        <w:t>pa55</w:t>
      </w:r>
    </w:p>
    <w:p w14:paraId="4D47340C" w14:textId="77777777" w:rsidR="00D81F47" w:rsidRDefault="00D81F47" w:rsidP="00665FC4">
      <w:pPr>
        <w:pStyle w:val="Bulletlevel2"/>
      </w:pPr>
      <w:r>
        <w:t xml:space="preserve">OSPF routing protocol with MD5 authentication using password: </w:t>
      </w:r>
      <w:r w:rsidRPr="00315C8F">
        <w:rPr>
          <w:b/>
        </w:rPr>
        <w:t>MD5pa55</w:t>
      </w:r>
    </w:p>
    <w:p w14:paraId="3FA484A7" w14:textId="77777777" w:rsidR="00D81F47" w:rsidRDefault="00D81F47" w:rsidP="007C6E9B">
      <w:pPr>
        <w:pStyle w:val="BodyTextL25"/>
      </w:pPr>
      <w:r w:rsidRPr="00A358C5">
        <w:rPr>
          <w:rStyle w:val="BodyTextBoldChar"/>
          <w:rFonts w:eastAsia="Calibri"/>
        </w:rPr>
        <w:t>Note</w:t>
      </w:r>
      <w:r>
        <w:t>: The console and vty lines have not been pre-configured</w:t>
      </w:r>
      <w:r w:rsidRPr="00364CB1">
        <w:t>.</w:t>
      </w:r>
    </w:p>
    <w:bookmarkEnd w:id="0"/>
    <w:bookmarkEnd w:id="1"/>
    <w:bookmarkEnd w:id="2"/>
    <w:bookmarkEnd w:id="3"/>
    <w:p w14:paraId="57F32472" w14:textId="77777777" w:rsidR="006E3E3A" w:rsidRDefault="006E3E3A" w:rsidP="006E3E3A">
      <w:pPr>
        <w:pStyle w:val="BodyTextL25"/>
      </w:pPr>
      <w:r w:rsidRPr="00F90937">
        <w:rPr>
          <w:b/>
        </w:rPr>
        <w:t>Note</w:t>
      </w:r>
      <w:r>
        <w:t>: Newer IOS images use more secure encryption hashing algorithm; however, the IOS version currently supported in Packet Tracer uses MD5. Always use the most secure option available on your physical equipment.</w:t>
      </w:r>
    </w:p>
    <w:p w14:paraId="748EEBE4" w14:textId="77777777" w:rsidR="00D81F47" w:rsidRPr="00EB5ADD" w:rsidRDefault="00D81F47" w:rsidP="00E00051">
      <w:pPr>
        <w:pStyle w:val="Heading2"/>
      </w:pPr>
      <w:r>
        <w:t>Configure Server-Based AAA Authentication Using TACACS+ on R2</w:t>
      </w:r>
    </w:p>
    <w:p w14:paraId="027B0D83" w14:textId="77777777" w:rsidR="008E385D" w:rsidRPr="003327D4" w:rsidRDefault="008E385D" w:rsidP="00E00051">
      <w:pPr>
        <w:pStyle w:val="Heading3"/>
      </w:pPr>
      <w:r w:rsidRPr="003327D4">
        <w:t>Test connectivity.</w:t>
      </w:r>
    </w:p>
    <w:p w14:paraId="45C20A52" w14:textId="77777777" w:rsidR="008E385D" w:rsidRPr="00F65CCB" w:rsidRDefault="008E385D" w:rsidP="008E385D">
      <w:pPr>
        <w:pStyle w:val="Bulletlevel1"/>
        <w:tabs>
          <w:tab w:val="num" w:pos="720"/>
        </w:tabs>
        <w:spacing w:before="60" w:after="60" w:line="276" w:lineRule="auto"/>
      </w:pPr>
      <w:r w:rsidRPr="00F65CCB">
        <w:t xml:space="preserve">Ping from </w:t>
      </w:r>
      <w:r w:rsidRPr="00FF1CE1">
        <w:rPr>
          <w:b/>
        </w:rPr>
        <w:t>PC-A</w:t>
      </w:r>
      <w:r w:rsidRPr="00F65CCB">
        <w:t xml:space="preserve"> to </w:t>
      </w:r>
      <w:r w:rsidRPr="00FF1CE1">
        <w:rPr>
          <w:b/>
        </w:rPr>
        <w:t>PC-B</w:t>
      </w:r>
      <w:r w:rsidRPr="00F65CCB">
        <w:t>.</w:t>
      </w:r>
    </w:p>
    <w:p w14:paraId="4012BA51" w14:textId="77777777" w:rsidR="008E385D" w:rsidRPr="00F65CCB" w:rsidRDefault="008E385D" w:rsidP="008E385D">
      <w:pPr>
        <w:pStyle w:val="Bulletlevel1"/>
        <w:tabs>
          <w:tab w:val="num" w:pos="720"/>
        </w:tabs>
        <w:spacing w:before="60" w:after="60" w:line="276" w:lineRule="auto"/>
      </w:pPr>
      <w:r w:rsidRPr="00F65CCB">
        <w:t xml:space="preserve">Ping from </w:t>
      </w:r>
      <w:r w:rsidRPr="00FF1CE1">
        <w:rPr>
          <w:b/>
        </w:rPr>
        <w:t>PC-A</w:t>
      </w:r>
      <w:r w:rsidRPr="00F65CCB">
        <w:t xml:space="preserve"> to </w:t>
      </w:r>
      <w:r w:rsidRPr="00FF1CE1">
        <w:rPr>
          <w:b/>
        </w:rPr>
        <w:t>PC-C</w:t>
      </w:r>
      <w:r w:rsidRPr="00F65CCB">
        <w:t>.</w:t>
      </w:r>
    </w:p>
    <w:p w14:paraId="29828DB1" w14:textId="77777777" w:rsidR="008E385D" w:rsidRPr="00F65CCB" w:rsidRDefault="008E385D" w:rsidP="008E385D">
      <w:pPr>
        <w:pStyle w:val="Bulletlevel1"/>
        <w:tabs>
          <w:tab w:val="num" w:pos="720"/>
        </w:tabs>
        <w:spacing w:before="60" w:after="60" w:line="276" w:lineRule="auto"/>
      </w:pPr>
      <w:r w:rsidRPr="00F65CCB">
        <w:t xml:space="preserve">Ping from </w:t>
      </w:r>
      <w:r w:rsidRPr="00FF1CE1">
        <w:rPr>
          <w:b/>
        </w:rPr>
        <w:t>PC-B</w:t>
      </w:r>
      <w:r w:rsidRPr="00F65CCB">
        <w:t xml:space="preserve"> to </w:t>
      </w:r>
      <w:r w:rsidRPr="00FF1CE1">
        <w:rPr>
          <w:b/>
        </w:rPr>
        <w:t>PC-C</w:t>
      </w:r>
      <w:r w:rsidRPr="00F65CCB">
        <w:t>.</w:t>
      </w:r>
    </w:p>
    <w:p w14:paraId="29FC7713" w14:textId="77777777" w:rsidR="00D81F47" w:rsidRPr="003327D4" w:rsidRDefault="00D81F47" w:rsidP="00E00051">
      <w:pPr>
        <w:pStyle w:val="Heading3"/>
      </w:pPr>
      <w:r w:rsidRPr="003327D4">
        <w:t>Configure a backup local database entry called Admin</w:t>
      </w:r>
      <w:r>
        <w:t>.</w:t>
      </w:r>
    </w:p>
    <w:p w14:paraId="5570E772" w14:textId="77777777" w:rsidR="00D81F47" w:rsidRDefault="00D81F47" w:rsidP="007C6E9B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>
        <w:rPr>
          <w:b/>
        </w:rPr>
        <w:t>2</w:t>
      </w:r>
      <w:r>
        <w:t xml:space="preserve"> and a secret password of </w:t>
      </w:r>
      <w:r w:rsidRPr="00C777BB">
        <w:rPr>
          <w:b/>
        </w:rPr>
        <w:t>admin</w:t>
      </w:r>
      <w:r>
        <w:rPr>
          <w:b/>
        </w:rPr>
        <w:t>2</w:t>
      </w:r>
      <w:r w:rsidRPr="00C777BB">
        <w:rPr>
          <w:b/>
        </w:rPr>
        <w:t>pa55</w:t>
      </w:r>
      <w:r>
        <w:t>.</w:t>
      </w:r>
    </w:p>
    <w:p w14:paraId="32ABBE3D" w14:textId="77777777" w:rsidR="00D81F47" w:rsidRPr="003327D4" w:rsidRDefault="00D81F47" w:rsidP="00E00051">
      <w:pPr>
        <w:pStyle w:val="Heading3"/>
      </w:pPr>
      <w:r w:rsidRPr="003327D4">
        <w:t>Verify th</w:t>
      </w:r>
      <w:r>
        <w:t>e TACACS+ Server configuration.</w:t>
      </w:r>
    </w:p>
    <w:p w14:paraId="01ADFF48" w14:textId="10829818" w:rsidR="00D81F47" w:rsidRPr="007D7E6A" w:rsidRDefault="00D81F47" w:rsidP="007C6E9B">
      <w:pPr>
        <w:pStyle w:val="BodyTextL25"/>
      </w:pPr>
      <w:r>
        <w:t xml:space="preserve">Click the TACACS+ Server. On the </w:t>
      </w:r>
      <w:r w:rsidRPr="008D17BC">
        <w:rPr>
          <w:rFonts w:cs="Arial"/>
        </w:rPr>
        <w:t>Services</w:t>
      </w:r>
      <w:r>
        <w:t xml:space="preserve"> tab, click </w:t>
      </w:r>
      <w:r w:rsidRPr="007D7E6A">
        <w:rPr>
          <w:b/>
        </w:rPr>
        <w:t>AAA</w:t>
      </w:r>
      <w:r>
        <w:t xml:space="preserve">. Notice that there is a Network configuration entry for </w:t>
      </w:r>
      <w:r w:rsidRPr="00FF1CE1">
        <w:rPr>
          <w:b/>
        </w:rPr>
        <w:t>R2</w:t>
      </w:r>
      <w:r>
        <w:t xml:space="preserve"> and a User Setup entry for </w:t>
      </w:r>
      <w:r w:rsidRPr="00FF1CE1">
        <w:rPr>
          <w:b/>
        </w:rPr>
        <w:t>Admin2</w:t>
      </w:r>
      <w:r>
        <w:t>.</w:t>
      </w:r>
    </w:p>
    <w:p w14:paraId="0B272DD3" w14:textId="77777777" w:rsidR="00D81F47" w:rsidRPr="003327D4" w:rsidRDefault="00D81F47" w:rsidP="00E00051">
      <w:pPr>
        <w:pStyle w:val="Heading3"/>
      </w:pPr>
      <w:r w:rsidRPr="003327D4">
        <w:t>Configure the TACACS+ server specifics</w:t>
      </w:r>
      <w:r>
        <w:t xml:space="preserve"> on R2.</w:t>
      </w:r>
    </w:p>
    <w:p w14:paraId="7915A1C3" w14:textId="77777777" w:rsidR="00D81F47" w:rsidRDefault="00D81F47" w:rsidP="007C6E9B">
      <w:pPr>
        <w:pStyle w:val="BodyTextL25"/>
      </w:pPr>
      <w:r>
        <w:t xml:space="preserve">Configure the AAA TACACS server IP address and secret key on </w:t>
      </w:r>
      <w:r w:rsidRPr="00FF1CE1">
        <w:rPr>
          <w:b/>
        </w:rPr>
        <w:t>R2</w:t>
      </w:r>
      <w:r>
        <w:t>.</w:t>
      </w:r>
    </w:p>
    <w:p w14:paraId="4DEBA9D2" w14:textId="77777777" w:rsidR="00D81F47" w:rsidRPr="00511087" w:rsidRDefault="00D81F47" w:rsidP="007C6E9B">
      <w:pPr>
        <w:pStyle w:val="BodyTextL25"/>
        <w:rPr>
          <w:b/>
        </w:rPr>
      </w:pPr>
      <w:r w:rsidRPr="00511087">
        <w:rPr>
          <w:b/>
        </w:rPr>
        <w:t>Note</w:t>
      </w:r>
      <w:r>
        <w:t xml:space="preserve">: The commands </w:t>
      </w:r>
      <w:r>
        <w:rPr>
          <w:b/>
        </w:rPr>
        <w:t>tac</w:t>
      </w:r>
      <w:r w:rsidRPr="00511087">
        <w:rPr>
          <w:b/>
        </w:rPr>
        <w:t>a</w:t>
      </w:r>
      <w:r>
        <w:rPr>
          <w:b/>
        </w:rPr>
        <w:t>c</w:t>
      </w:r>
      <w:r w:rsidRPr="00511087">
        <w:rPr>
          <w:b/>
        </w:rPr>
        <w:t>s-server host</w:t>
      </w:r>
      <w:r>
        <w:t xml:space="preserve"> and </w:t>
      </w:r>
      <w:r w:rsidRPr="00511087">
        <w:rPr>
          <w:b/>
        </w:rPr>
        <w:t>tacacs-server key</w:t>
      </w:r>
      <w:r>
        <w:t xml:space="preserve"> are deprecated. Currently, Packet Tracer does not support the new command </w:t>
      </w:r>
      <w:r>
        <w:rPr>
          <w:b/>
        </w:rPr>
        <w:t>tacacs server</w:t>
      </w:r>
      <w:r w:rsidRPr="00511087">
        <w:t>.</w:t>
      </w:r>
    </w:p>
    <w:p w14:paraId="64DEAEE2" w14:textId="77777777" w:rsidR="00D81F47" w:rsidRDefault="00D81F47" w:rsidP="007C6E9B">
      <w:pPr>
        <w:pStyle w:val="CMD"/>
      </w:pPr>
      <w:r>
        <w:t xml:space="preserve">R2(config)# </w:t>
      </w:r>
      <w:r w:rsidRPr="00511087">
        <w:rPr>
          <w:b/>
        </w:rPr>
        <w:t>tacacs-server host 192.168.2.2</w:t>
      </w:r>
    </w:p>
    <w:p w14:paraId="4DE80CE3" w14:textId="77777777" w:rsidR="00D81F47" w:rsidRDefault="00D81F47" w:rsidP="007C6E9B">
      <w:pPr>
        <w:pStyle w:val="CMD"/>
      </w:pPr>
      <w:r>
        <w:t xml:space="preserve">R2(config)# </w:t>
      </w:r>
      <w:r w:rsidRPr="00511087">
        <w:rPr>
          <w:b/>
        </w:rPr>
        <w:t>tacacs-server key tacacspa55</w:t>
      </w:r>
    </w:p>
    <w:p w14:paraId="5A4332CF" w14:textId="77777777" w:rsidR="00D81F47" w:rsidRPr="003327D4" w:rsidRDefault="00D81F47" w:rsidP="00E00051">
      <w:pPr>
        <w:pStyle w:val="Heading3"/>
      </w:pPr>
      <w:r w:rsidRPr="003327D4">
        <w:t xml:space="preserve">Configure AAA </w:t>
      </w:r>
      <w:r>
        <w:t xml:space="preserve">login </w:t>
      </w:r>
      <w:r w:rsidRPr="003327D4">
        <w:t>authent</w:t>
      </w:r>
      <w:r>
        <w:t>ication for console access on R2.</w:t>
      </w:r>
    </w:p>
    <w:p w14:paraId="5F0120F0" w14:textId="77777777" w:rsidR="00D81F47" w:rsidRDefault="00D81F47" w:rsidP="007C6E9B">
      <w:pPr>
        <w:pStyle w:val="BodyTextL25"/>
      </w:pPr>
      <w:r>
        <w:t xml:space="preserve">Enable AAA on </w:t>
      </w:r>
      <w:r w:rsidRPr="00FF1CE1">
        <w:rPr>
          <w:b/>
        </w:rPr>
        <w:t>R2</w:t>
      </w:r>
      <w:r>
        <w:t xml:space="preserve"> and configure all logins to authenticate using the AAA TACACS+ server. If it is not available, then use the local database.</w:t>
      </w:r>
    </w:p>
    <w:p w14:paraId="0798297B" w14:textId="77777777" w:rsidR="00D81F47" w:rsidRPr="003327D4" w:rsidRDefault="00D81F47" w:rsidP="00E00051">
      <w:pPr>
        <w:pStyle w:val="Heading3"/>
      </w:pPr>
      <w:r w:rsidRPr="003327D4">
        <w:t>Configure the line console to use the def</w:t>
      </w:r>
      <w:r>
        <w:t>ined AAA authentication method.</w:t>
      </w:r>
    </w:p>
    <w:p w14:paraId="737C1492" w14:textId="77777777" w:rsidR="00D81F47" w:rsidRDefault="00D81F47" w:rsidP="007C6E9B">
      <w:pPr>
        <w:pStyle w:val="BodyTextL25"/>
      </w:pPr>
      <w:r>
        <w:t>Configure AAA authentication for console login to use the default AAA authentication method.</w:t>
      </w:r>
    </w:p>
    <w:p w14:paraId="1E5B5BA5" w14:textId="77777777" w:rsidR="00D81F47" w:rsidRPr="003327D4" w:rsidRDefault="00D81F47" w:rsidP="00E00051">
      <w:pPr>
        <w:pStyle w:val="Heading3"/>
      </w:pPr>
      <w:r w:rsidRPr="003327D4">
        <w:t>Verify the AAA authentication method.</w:t>
      </w:r>
    </w:p>
    <w:p w14:paraId="31D786FC" w14:textId="77777777" w:rsidR="00D81F47" w:rsidRDefault="00D81F47" w:rsidP="007C6E9B">
      <w:pPr>
        <w:pStyle w:val="BodyTextL25"/>
      </w:pPr>
      <w:r>
        <w:t>Verify the user EXEC login using the AAA TACACS+ server.</w:t>
      </w:r>
    </w:p>
    <w:p w14:paraId="362CC55B" w14:textId="77777777" w:rsidR="00D81F47" w:rsidRPr="00EB5ADD" w:rsidRDefault="00D81F47" w:rsidP="00E00051">
      <w:pPr>
        <w:pStyle w:val="Heading2"/>
      </w:pPr>
      <w:r>
        <w:t>Configure Server-Based AAA Authentication Using RADIUS on R3</w:t>
      </w:r>
    </w:p>
    <w:p w14:paraId="6E9C0A13" w14:textId="77777777" w:rsidR="00D81F47" w:rsidRPr="003327D4" w:rsidRDefault="00D81F47" w:rsidP="00E00051">
      <w:pPr>
        <w:pStyle w:val="Heading3"/>
      </w:pPr>
      <w:r w:rsidRPr="003327D4">
        <w:t>Configure a backup loc</w:t>
      </w:r>
      <w:r>
        <w:t>al database entry called Admin.</w:t>
      </w:r>
    </w:p>
    <w:p w14:paraId="733B68D2" w14:textId="77777777" w:rsidR="00D81F47" w:rsidRDefault="00D81F47" w:rsidP="007C6E9B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>
        <w:rPr>
          <w:b/>
        </w:rPr>
        <w:t>3</w:t>
      </w:r>
      <w:r>
        <w:t xml:space="preserve"> and a secret password of </w:t>
      </w:r>
      <w:r w:rsidRPr="00C777BB">
        <w:rPr>
          <w:b/>
        </w:rPr>
        <w:t>admin</w:t>
      </w:r>
      <w:r>
        <w:rPr>
          <w:b/>
        </w:rPr>
        <w:t>3</w:t>
      </w:r>
      <w:r w:rsidRPr="00C777BB">
        <w:rPr>
          <w:b/>
        </w:rPr>
        <w:t>pa55</w:t>
      </w:r>
      <w:r>
        <w:t>.</w:t>
      </w:r>
    </w:p>
    <w:p w14:paraId="7E7616B1" w14:textId="77777777" w:rsidR="00D81F47" w:rsidRPr="003327D4" w:rsidRDefault="00D81F47" w:rsidP="00E00051">
      <w:pPr>
        <w:pStyle w:val="Heading3"/>
      </w:pPr>
      <w:r w:rsidRPr="003327D4">
        <w:t>Verify t</w:t>
      </w:r>
      <w:r>
        <w:t>he RADIUS Server configuration.</w:t>
      </w:r>
    </w:p>
    <w:p w14:paraId="1351936B" w14:textId="77777777" w:rsidR="00D81F47" w:rsidRPr="007D7E6A" w:rsidRDefault="00D81F47" w:rsidP="007C6E9B">
      <w:pPr>
        <w:pStyle w:val="BodyTextL25"/>
      </w:pPr>
      <w:r>
        <w:t xml:space="preserve">Click the RADIUS Server. On the Services tab, click </w:t>
      </w:r>
      <w:r w:rsidRPr="007D7E6A">
        <w:rPr>
          <w:b/>
        </w:rPr>
        <w:t>AAA</w:t>
      </w:r>
      <w:r>
        <w:t xml:space="preserve">. Notice that there is a Network configuration entry for </w:t>
      </w:r>
      <w:r w:rsidRPr="00FF1CE1">
        <w:rPr>
          <w:b/>
        </w:rPr>
        <w:t>R3</w:t>
      </w:r>
      <w:r>
        <w:t xml:space="preserve"> and a User Setup entry for </w:t>
      </w:r>
      <w:r w:rsidRPr="00FF1CE1">
        <w:rPr>
          <w:b/>
        </w:rPr>
        <w:t>Admin3</w:t>
      </w:r>
      <w:r>
        <w:t>.</w:t>
      </w:r>
    </w:p>
    <w:p w14:paraId="3B9120F3" w14:textId="77777777" w:rsidR="00D81F47" w:rsidRPr="003327D4" w:rsidRDefault="00D81F47" w:rsidP="00E00051">
      <w:pPr>
        <w:pStyle w:val="Heading3"/>
      </w:pPr>
      <w:r w:rsidRPr="003327D4">
        <w:t>Configure the RADIUS server specifics</w:t>
      </w:r>
      <w:r>
        <w:t xml:space="preserve"> on R3.</w:t>
      </w:r>
    </w:p>
    <w:p w14:paraId="49A9E324" w14:textId="77777777" w:rsidR="00D81F47" w:rsidRDefault="00D81F47" w:rsidP="007C6E9B">
      <w:pPr>
        <w:pStyle w:val="BodyTextL25"/>
      </w:pPr>
      <w:r>
        <w:t xml:space="preserve">Configure the AAA RADIUS server IP address and secret key on </w:t>
      </w:r>
      <w:r w:rsidRPr="00FF1CE1">
        <w:rPr>
          <w:b/>
        </w:rPr>
        <w:t>R3</w:t>
      </w:r>
      <w:r>
        <w:t>.</w:t>
      </w:r>
    </w:p>
    <w:p w14:paraId="157BC641" w14:textId="77777777" w:rsidR="00D81F47" w:rsidRDefault="00D81F47" w:rsidP="007C6E9B">
      <w:pPr>
        <w:pStyle w:val="BodyTextL25"/>
      </w:pPr>
      <w:r w:rsidRPr="00511087">
        <w:rPr>
          <w:b/>
        </w:rPr>
        <w:t>Note</w:t>
      </w:r>
      <w:r>
        <w:t xml:space="preserve">: The commands </w:t>
      </w:r>
      <w:r>
        <w:rPr>
          <w:b/>
        </w:rPr>
        <w:t>radius</w:t>
      </w:r>
      <w:r w:rsidRPr="00511087">
        <w:rPr>
          <w:b/>
        </w:rPr>
        <w:t>-server host</w:t>
      </w:r>
      <w:r>
        <w:t xml:space="preserve"> and </w:t>
      </w:r>
      <w:r>
        <w:rPr>
          <w:b/>
        </w:rPr>
        <w:t>radius</w:t>
      </w:r>
      <w:r w:rsidRPr="00511087">
        <w:rPr>
          <w:b/>
        </w:rPr>
        <w:t>-server key</w:t>
      </w:r>
      <w:r>
        <w:t xml:space="preserve"> are deprecated. Currently Packet Tracer does not support the new command </w:t>
      </w:r>
      <w:r>
        <w:rPr>
          <w:b/>
        </w:rPr>
        <w:t>radius server</w:t>
      </w:r>
      <w:r w:rsidRPr="00511087">
        <w:t>.</w:t>
      </w:r>
    </w:p>
    <w:p w14:paraId="48716DDA" w14:textId="77777777" w:rsidR="00D81F47" w:rsidRDefault="00D81F47" w:rsidP="007C6E9B">
      <w:pPr>
        <w:pStyle w:val="CMD"/>
      </w:pPr>
      <w:r>
        <w:t xml:space="preserve">R3(config)# </w:t>
      </w:r>
      <w:r w:rsidRPr="00C415ED">
        <w:rPr>
          <w:b/>
        </w:rPr>
        <w:t>radius-server host 192.168.3.2</w:t>
      </w:r>
    </w:p>
    <w:p w14:paraId="42900D8D" w14:textId="77777777" w:rsidR="00D81F47" w:rsidRDefault="00D81F47" w:rsidP="007C6E9B">
      <w:pPr>
        <w:pStyle w:val="CMD"/>
      </w:pPr>
      <w:r>
        <w:t xml:space="preserve">R3(config)# </w:t>
      </w:r>
      <w:r w:rsidRPr="00C415ED">
        <w:rPr>
          <w:b/>
        </w:rPr>
        <w:t>radius-server key radiuspa55</w:t>
      </w:r>
    </w:p>
    <w:p w14:paraId="2B64AD65" w14:textId="77777777" w:rsidR="00D81F47" w:rsidRPr="003327D4" w:rsidRDefault="00D81F47" w:rsidP="00E00051">
      <w:pPr>
        <w:pStyle w:val="Heading3"/>
      </w:pPr>
      <w:r w:rsidRPr="003327D4">
        <w:t>Configure AAA</w:t>
      </w:r>
      <w:r>
        <w:t xml:space="preserve"> login</w:t>
      </w:r>
      <w:r w:rsidRPr="003327D4">
        <w:t xml:space="preserve"> authent</w:t>
      </w:r>
      <w:r>
        <w:t>ication for console access on R3.</w:t>
      </w:r>
    </w:p>
    <w:p w14:paraId="505CC6FE" w14:textId="77777777" w:rsidR="00D81F47" w:rsidRDefault="00D81F47" w:rsidP="007C6E9B">
      <w:pPr>
        <w:pStyle w:val="BodyTextL25"/>
      </w:pPr>
      <w:r>
        <w:t xml:space="preserve">Enable AAA on </w:t>
      </w:r>
      <w:r w:rsidRPr="00FF1CE1">
        <w:rPr>
          <w:b/>
        </w:rPr>
        <w:t>R3</w:t>
      </w:r>
      <w:r>
        <w:t xml:space="preserve"> and configure all logins to authenticate using the AAA RADIUS server. If it is not available, then use the local database.</w:t>
      </w:r>
    </w:p>
    <w:p w14:paraId="4E12DFEB" w14:textId="77777777" w:rsidR="00D81F47" w:rsidRPr="003327D4" w:rsidRDefault="00D81F47" w:rsidP="00E00051">
      <w:pPr>
        <w:pStyle w:val="Heading3"/>
      </w:pPr>
      <w:r w:rsidRPr="003327D4">
        <w:t>Configure the line console to use the def</w:t>
      </w:r>
      <w:r>
        <w:t>ined AAA authentication method.</w:t>
      </w:r>
    </w:p>
    <w:p w14:paraId="45252525" w14:textId="77777777" w:rsidR="00D81F47" w:rsidRDefault="00D81F47" w:rsidP="007C6E9B">
      <w:pPr>
        <w:pStyle w:val="BodyTextL25"/>
      </w:pPr>
      <w:r>
        <w:t>Configure AAA authentication for console login to use the default AAA authentication method.</w:t>
      </w:r>
    </w:p>
    <w:p w14:paraId="41919E7B" w14:textId="77777777" w:rsidR="00D81F47" w:rsidRPr="003327D4" w:rsidRDefault="00D81F47" w:rsidP="00E00051">
      <w:pPr>
        <w:pStyle w:val="Heading3"/>
      </w:pPr>
      <w:r w:rsidRPr="003327D4">
        <w:t>Verify the AAA authentication method.</w:t>
      </w:r>
    </w:p>
    <w:p w14:paraId="0A79AA55" w14:textId="77777777" w:rsidR="00D81F47" w:rsidRDefault="00D81F47" w:rsidP="007C6E9B">
      <w:pPr>
        <w:pStyle w:val="BodyTextL25"/>
      </w:pPr>
      <w:r>
        <w:t>Verify the user EXEC login using the AAA RADIUS server.</w:t>
      </w:r>
    </w:p>
    <w:p w14:paraId="7E1E4992" w14:textId="77777777" w:rsidR="00D81F47" w:rsidRPr="003327D4" w:rsidRDefault="00D81F47" w:rsidP="00E00051">
      <w:pPr>
        <w:pStyle w:val="Heading3"/>
      </w:pPr>
      <w:r w:rsidRPr="003327D4">
        <w:t>Check result</w:t>
      </w:r>
      <w:r>
        <w:t>s.</w:t>
      </w:r>
    </w:p>
    <w:p w14:paraId="6AF94F03" w14:textId="5C5F8D84" w:rsidR="00D81F47" w:rsidRDefault="00D81F47" w:rsidP="007C6E9B">
      <w:pPr>
        <w:pStyle w:val="BodyTextL25"/>
      </w:pPr>
      <w:r>
        <w:t xml:space="preserve">Your completion percentage should be 100%. Click </w:t>
      </w:r>
      <w:r>
        <w:rPr>
          <w:b/>
        </w:rPr>
        <w:t>Check Results</w:t>
      </w:r>
      <w:r>
        <w:t xml:space="preserve"> to see feedback and verification of which required components have been completed.</w:t>
      </w:r>
    </w:p>
    <w:p w14:paraId="58C4F35E" w14:textId="3C4E76EE" w:rsidR="0048029D" w:rsidRPr="0048029D" w:rsidRDefault="0048029D" w:rsidP="0048029D">
      <w:pPr>
        <w:pStyle w:val="ConfigWindow"/>
      </w:pPr>
      <w:r>
        <w:t>end of document</w:t>
      </w:r>
    </w:p>
    <w:sectPr w:rsidR="0048029D" w:rsidRPr="0048029D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E2B75" w14:textId="77777777" w:rsidR="003E29D9" w:rsidRDefault="003E29D9" w:rsidP="00710659">
      <w:pPr>
        <w:spacing w:after="0" w:line="240" w:lineRule="auto"/>
      </w:pPr>
      <w:r>
        <w:separator/>
      </w:r>
    </w:p>
    <w:p w14:paraId="4705EE3C" w14:textId="77777777" w:rsidR="003E29D9" w:rsidRDefault="003E29D9"/>
  </w:endnote>
  <w:endnote w:type="continuationSeparator" w:id="0">
    <w:p w14:paraId="690E18D9" w14:textId="77777777" w:rsidR="003E29D9" w:rsidRDefault="003E29D9" w:rsidP="00710659">
      <w:pPr>
        <w:spacing w:after="0" w:line="240" w:lineRule="auto"/>
      </w:pPr>
      <w:r>
        <w:continuationSeparator/>
      </w:r>
    </w:p>
    <w:p w14:paraId="5CDC1E9D" w14:textId="77777777" w:rsidR="003E29D9" w:rsidRDefault="003E2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F90CF" w14:textId="4B715FE3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81F47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71E1C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B8BE2" w14:textId="39C7690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81F47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571E1C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A0947" w14:textId="77777777" w:rsidR="003E29D9" w:rsidRDefault="003E29D9" w:rsidP="00710659">
      <w:pPr>
        <w:spacing w:after="0" w:line="240" w:lineRule="auto"/>
      </w:pPr>
      <w:r>
        <w:separator/>
      </w:r>
    </w:p>
    <w:p w14:paraId="34F2C4A8" w14:textId="77777777" w:rsidR="003E29D9" w:rsidRDefault="003E29D9"/>
  </w:footnote>
  <w:footnote w:type="continuationSeparator" w:id="0">
    <w:p w14:paraId="246C231E" w14:textId="77777777" w:rsidR="003E29D9" w:rsidRDefault="003E29D9" w:rsidP="00710659">
      <w:pPr>
        <w:spacing w:after="0" w:line="240" w:lineRule="auto"/>
      </w:pPr>
      <w:r>
        <w:continuationSeparator/>
      </w:r>
    </w:p>
    <w:p w14:paraId="638C0E3D" w14:textId="77777777" w:rsidR="003E29D9" w:rsidRDefault="003E29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7C91FA58473B4D1F891F8E68C8479AF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C434E96" w14:textId="7C873EF5" w:rsidR="00926CB2" w:rsidRDefault="00571E1C" w:rsidP="008402F2">
        <w:pPr>
          <w:pStyle w:val="PageHead"/>
        </w:pPr>
        <w:r>
          <w:t>Packet Tracer - Configure Server-based Authentication with TACACS and RADIUS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B56D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76AD04A" wp14:editId="47C55F3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FC0AD7D6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B00722C"/>
    <w:multiLevelType w:val="hybridMultilevel"/>
    <w:tmpl w:val="8496F074"/>
    <w:lvl w:ilvl="0" w:tplc="C2E44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2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7"/>
  </w:num>
  <w:num w:numId="15">
    <w:abstractNumId w:val="5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7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111"/>
    <w:rsid w:val="00125806"/>
    <w:rsid w:val="001261C4"/>
    <w:rsid w:val="001263C7"/>
    <w:rsid w:val="00130A20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486A"/>
    <w:rsid w:val="002A6C56"/>
    <w:rsid w:val="002C04C4"/>
    <w:rsid w:val="002C090C"/>
    <w:rsid w:val="002C1243"/>
    <w:rsid w:val="002C1815"/>
    <w:rsid w:val="002C475E"/>
    <w:rsid w:val="002C5882"/>
    <w:rsid w:val="002C6AD6"/>
    <w:rsid w:val="002D6AA0"/>
    <w:rsid w:val="002D6C2A"/>
    <w:rsid w:val="002D7A86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33A3"/>
    <w:rsid w:val="00326E08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29D9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029D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1E1C"/>
    <w:rsid w:val="005762B1"/>
    <w:rsid w:val="00580456"/>
    <w:rsid w:val="00580E73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E096A"/>
    <w:rsid w:val="005E3235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5FC4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3E3A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A4902"/>
    <w:rsid w:val="007B0C9D"/>
    <w:rsid w:val="007B1E7E"/>
    <w:rsid w:val="007B3AFE"/>
    <w:rsid w:val="007B5522"/>
    <w:rsid w:val="007C0EE0"/>
    <w:rsid w:val="007C1B71"/>
    <w:rsid w:val="007C2FB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A60"/>
    <w:rsid w:val="007F3D0B"/>
    <w:rsid w:val="007F7437"/>
    <w:rsid w:val="007F759C"/>
    <w:rsid w:val="007F7C94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362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85D"/>
    <w:rsid w:val="008E395E"/>
    <w:rsid w:val="008E5B64"/>
    <w:rsid w:val="008E7DAA"/>
    <w:rsid w:val="008F0094"/>
    <w:rsid w:val="008F03EF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197F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26867"/>
    <w:rsid w:val="00A30F8A"/>
    <w:rsid w:val="00A33890"/>
    <w:rsid w:val="00A34E7F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6172"/>
    <w:rsid w:val="00A96D52"/>
    <w:rsid w:val="00A97C5F"/>
    <w:rsid w:val="00AA049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D7B23"/>
    <w:rsid w:val="00AE56C0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3E4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1F47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E6F44"/>
    <w:rsid w:val="00DF1B58"/>
    <w:rsid w:val="00E00051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714"/>
    <w:rsid w:val="00F86EB0"/>
    <w:rsid w:val="00FA0214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34E01"/>
  <w15:docId w15:val="{C28244BC-F1D9-45DD-9077-8019823D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1023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65FC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41ED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">
    <w:name w:val="Heading 2 Gray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F48C9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PartStepSubStepList">
    <w:name w:val="Part_Step_SubStep_List"/>
    <w:basedOn w:val="NoList"/>
    <w:uiPriority w:val="99"/>
    <w:rsid w:val="00D81F47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NetSecurity1.0\Activities\ILM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C91FA58473B4D1F891F8E68C8479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C2EBF-213C-4875-BE49-B704EC9DF803}"/>
      </w:docPartPr>
      <w:docPartBody>
        <w:p w:rsidR="00076311" w:rsidRDefault="00036D79">
          <w:pPr>
            <w:pStyle w:val="7C91FA58473B4D1F891F8E68C8479AF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D79"/>
    <w:rsid w:val="00036D79"/>
    <w:rsid w:val="00076311"/>
    <w:rsid w:val="00165E14"/>
    <w:rsid w:val="006266F5"/>
    <w:rsid w:val="008956AA"/>
    <w:rsid w:val="008F2ADA"/>
    <w:rsid w:val="00AC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C91FA58473B4D1F891F8E68C8479AF3">
    <w:name w:val="7C91FA58473B4D1F891F8E68C8479A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Server-based AAA with TACACS and RADIUS</vt:lpstr>
    </vt:vector>
  </TitlesOfParts>
  <Company>Cisco Systems, Inc.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Server-based Authentication with TACACS and RADIUS</dc:title>
  <dc:creator>SP</dc:creator>
  <dc:description>2015</dc:description>
  <cp:lastModifiedBy>Suk-Yi Pennock -X (spennock - UNICON INC at Cisco)</cp:lastModifiedBy>
  <cp:revision>3</cp:revision>
  <dcterms:created xsi:type="dcterms:W3CDTF">2021-02-05T01:01:00Z</dcterms:created>
  <dcterms:modified xsi:type="dcterms:W3CDTF">2021-03-08T21:09:00Z</dcterms:modified>
</cp:coreProperties>
</file>